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1DD" w:rsidRDefault="006F41DD" w:rsidP="00727A17">
      <w:pPr>
        <w:pStyle w:val="BodyTextIndent"/>
        <w:spacing w:line="580" w:lineRule="exact"/>
        <w:ind w:firstLineChars="0" w:firstLine="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6F41DD" w:rsidRDefault="006F41DD" w:rsidP="00727A17">
      <w:pPr>
        <w:spacing w:line="480" w:lineRule="auto"/>
        <w:jc w:val="center"/>
        <w:rPr>
          <w:rFonts w:ascii="宋体"/>
          <w:b/>
          <w:spacing w:val="-20"/>
          <w:sz w:val="48"/>
          <w:szCs w:val="48"/>
        </w:rPr>
      </w:pPr>
    </w:p>
    <w:p w:rsidR="006F41DD" w:rsidRDefault="006F41DD" w:rsidP="00727A17">
      <w:pPr>
        <w:spacing w:line="480" w:lineRule="auto"/>
        <w:jc w:val="center"/>
        <w:rPr>
          <w:rFonts w:ascii="宋体"/>
          <w:b/>
          <w:spacing w:val="-20"/>
          <w:sz w:val="48"/>
          <w:szCs w:val="48"/>
        </w:rPr>
      </w:pPr>
    </w:p>
    <w:p w:rsidR="006F41DD" w:rsidRDefault="006F41DD" w:rsidP="00727A17">
      <w:pPr>
        <w:spacing w:line="480" w:lineRule="auto"/>
        <w:jc w:val="center"/>
        <w:rPr>
          <w:rFonts w:ascii="宋体"/>
          <w:b/>
          <w:spacing w:val="-20"/>
          <w:sz w:val="48"/>
          <w:szCs w:val="48"/>
        </w:rPr>
      </w:pPr>
      <w:r>
        <w:rPr>
          <w:rFonts w:ascii="宋体" w:hAnsi="宋体" w:hint="eastAsia"/>
          <w:b/>
          <w:spacing w:val="-20"/>
          <w:sz w:val="48"/>
          <w:szCs w:val="48"/>
        </w:rPr>
        <w:t>陕西省体育科研攻关课题</w:t>
      </w:r>
      <w:r>
        <w:rPr>
          <w:rFonts w:ascii="宋体" w:hAnsi="宋体"/>
          <w:b/>
          <w:spacing w:val="-20"/>
          <w:sz w:val="48"/>
          <w:szCs w:val="48"/>
        </w:rPr>
        <w:t xml:space="preserve"> </w:t>
      </w:r>
      <w:r>
        <w:rPr>
          <w:rFonts w:ascii="宋体" w:hAnsi="宋体" w:hint="eastAsia"/>
          <w:b/>
          <w:spacing w:val="-20"/>
          <w:sz w:val="48"/>
          <w:szCs w:val="48"/>
        </w:rPr>
        <w:t>（</w:t>
      </w:r>
      <w:r>
        <w:rPr>
          <w:rFonts w:ascii="宋体" w:hAnsi="宋体"/>
          <w:b/>
          <w:spacing w:val="-20"/>
          <w:sz w:val="48"/>
          <w:szCs w:val="48"/>
        </w:rPr>
        <w:t>A</w:t>
      </w:r>
      <w:r>
        <w:rPr>
          <w:rFonts w:ascii="宋体" w:hAnsi="宋体" w:hint="eastAsia"/>
          <w:b/>
          <w:spacing w:val="-20"/>
          <w:sz w:val="48"/>
          <w:szCs w:val="48"/>
        </w:rPr>
        <w:t>类）</w:t>
      </w:r>
    </w:p>
    <w:p w:rsidR="006F41DD" w:rsidRDefault="006F41DD" w:rsidP="00727A17">
      <w:pPr>
        <w:spacing w:line="480" w:lineRule="auto"/>
        <w:jc w:val="center"/>
        <w:rPr>
          <w:rFonts w:ascii="宋体"/>
          <w:b/>
          <w:spacing w:val="-20"/>
          <w:sz w:val="48"/>
          <w:szCs w:val="48"/>
        </w:rPr>
      </w:pPr>
    </w:p>
    <w:p w:rsidR="006F41DD" w:rsidRDefault="006F41DD" w:rsidP="00727A17">
      <w:pPr>
        <w:spacing w:line="480" w:lineRule="auto"/>
        <w:jc w:val="center"/>
        <w:rPr>
          <w:rFonts w:ascii="宋体"/>
          <w:b/>
          <w:sz w:val="84"/>
          <w:szCs w:val="84"/>
        </w:rPr>
      </w:pPr>
      <w:r>
        <w:rPr>
          <w:rFonts w:ascii="宋体" w:hAnsi="宋体" w:hint="eastAsia"/>
          <w:b/>
          <w:sz w:val="84"/>
          <w:szCs w:val="84"/>
        </w:rPr>
        <w:t>申</w:t>
      </w:r>
      <w:r>
        <w:rPr>
          <w:rFonts w:ascii="宋体" w:hAnsi="宋体"/>
          <w:b/>
          <w:sz w:val="84"/>
          <w:szCs w:val="84"/>
        </w:rPr>
        <w:t xml:space="preserve"> </w:t>
      </w:r>
      <w:r>
        <w:rPr>
          <w:rFonts w:ascii="宋体" w:hAnsi="宋体" w:hint="eastAsia"/>
          <w:b/>
          <w:sz w:val="84"/>
          <w:szCs w:val="84"/>
        </w:rPr>
        <w:t>请</w:t>
      </w:r>
      <w:r>
        <w:rPr>
          <w:rFonts w:ascii="宋体" w:hAnsi="宋体"/>
          <w:b/>
          <w:sz w:val="84"/>
          <w:szCs w:val="84"/>
        </w:rPr>
        <w:t xml:space="preserve"> </w:t>
      </w:r>
      <w:r>
        <w:rPr>
          <w:rFonts w:ascii="宋体" w:hAnsi="宋体" w:hint="eastAsia"/>
          <w:b/>
          <w:sz w:val="84"/>
          <w:szCs w:val="84"/>
        </w:rPr>
        <w:t>书</w:t>
      </w:r>
    </w:p>
    <w:p w:rsidR="006F41DD" w:rsidRDefault="006F41DD" w:rsidP="00727A17">
      <w:pPr>
        <w:rPr>
          <w:rFonts w:eastAsia="华文中宋"/>
          <w:sz w:val="32"/>
        </w:rPr>
      </w:pPr>
    </w:p>
    <w:p w:rsidR="006F41DD" w:rsidRDefault="006F41DD" w:rsidP="00727A17">
      <w:pPr>
        <w:spacing w:line="460" w:lineRule="exact"/>
        <w:rPr>
          <w:sz w:val="32"/>
          <w:u w:val="single"/>
        </w:rPr>
      </w:pPr>
      <w:r>
        <w:rPr>
          <w:rFonts w:hint="eastAsia"/>
          <w:sz w:val="32"/>
        </w:rPr>
        <w:t>课题名称：</w:t>
      </w:r>
    </w:p>
    <w:p w:rsidR="006F41DD" w:rsidRDefault="006F41DD" w:rsidP="00727A17">
      <w:pPr>
        <w:spacing w:line="460" w:lineRule="exact"/>
        <w:rPr>
          <w:sz w:val="32"/>
        </w:rPr>
      </w:pPr>
    </w:p>
    <w:p w:rsidR="006F41DD" w:rsidRDefault="006F41DD" w:rsidP="00727A17">
      <w:pPr>
        <w:spacing w:line="460" w:lineRule="exact"/>
        <w:rPr>
          <w:sz w:val="32"/>
        </w:rPr>
      </w:pPr>
      <w:r>
        <w:rPr>
          <w:rFonts w:hint="eastAsia"/>
          <w:sz w:val="32"/>
        </w:rPr>
        <w:t>申请单位</w:t>
      </w:r>
      <w:r>
        <w:rPr>
          <w:rFonts w:ascii="宋体" w:hAnsi="宋体"/>
          <w:sz w:val="32"/>
        </w:rPr>
        <w:t xml:space="preserve">:                                    </w:t>
      </w:r>
      <w:r>
        <w:rPr>
          <w:rFonts w:hint="eastAsia"/>
          <w:sz w:val="32"/>
        </w:rPr>
        <w:t>盖章</w:t>
      </w:r>
    </w:p>
    <w:p w:rsidR="006F41DD" w:rsidRDefault="006F41DD" w:rsidP="00727A17">
      <w:pPr>
        <w:spacing w:line="460" w:lineRule="exact"/>
        <w:rPr>
          <w:sz w:val="32"/>
          <w:u w:val="single"/>
        </w:rPr>
      </w:pPr>
    </w:p>
    <w:p w:rsidR="006F41DD" w:rsidRDefault="006F41DD" w:rsidP="00727A17">
      <w:pPr>
        <w:spacing w:line="460" w:lineRule="exact"/>
        <w:rPr>
          <w:sz w:val="32"/>
        </w:rPr>
      </w:pPr>
      <w:r>
        <w:rPr>
          <w:rFonts w:hint="eastAsia"/>
          <w:sz w:val="32"/>
        </w:rPr>
        <w:t>课题负责人：</w:t>
      </w:r>
    </w:p>
    <w:p w:rsidR="006F41DD" w:rsidRDefault="006F41DD" w:rsidP="00727A17">
      <w:pPr>
        <w:spacing w:line="460" w:lineRule="exact"/>
        <w:rPr>
          <w:sz w:val="32"/>
          <w:u w:val="single"/>
        </w:rPr>
      </w:pPr>
    </w:p>
    <w:p w:rsidR="006F41DD" w:rsidRDefault="006F41DD" w:rsidP="00727A17">
      <w:pPr>
        <w:spacing w:line="460" w:lineRule="exact"/>
        <w:rPr>
          <w:sz w:val="32"/>
        </w:rPr>
      </w:pPr>
      <w:r>
        <w:rPr>
          <w:rFonts w:hint="eastAsia"/>
          <w:sz w:val="32"/>
        </w:rPr>
        <w:t>通讯地址：</w:t>
      </w:r>
    </w:p>
    <w:p w:rsidR="006F41DD" w:rsidRDefault="006F41DD" w:rsidP="00727A17">
      <w:pPr>
        <w:spacing w:line="460" w:lineRule="exact"/>
        <w:rPr>
          <w:sz w:val="32"/>
          <w:u w:val="single"/>
        </w:rPr>
      </w:pPr>
    </w:p>
    <w:p w:rsidR="006F41DD" w:rsidRDefault="006F41DD" w:rsidP="00727A17">
      <w:pPr>
        <w:spacing w:line="460" w:lineRule="exact"/>
        <w:rPr>
          <w:sz w:val="32"/>
        </w:rPr>
      </w:pPr>
      <w:r>
        <w:rPr>
          <w:rFonts w:hint="eastAsia"/>
          <w:sz w:val="32"/>
        </w:rPr>
        <w:t>联系电话：</w:t>
      </w:r>
    </w:p>
    <w:p w:rsidR="006F41DD" w:rsidRDefault="006F41DD" w:rsidP="00727A17">
      <w:pPr>
        <w:spacing w:line="460" w:lineRule="exact"/>
        <w:rPr>
          <w:sz w:val="32"/>
        </w:rPr>
      </w:pPr>
    </w:p>
    <w:p w:rsidR="006F41DD" w:rsidRDefault="006F41DD" w:rsidP="00727A17">
      <w:pPr>
        <w:spacing w:line="460" w:lineRule="exact"/>
        <w:rPr>
          <w:sz w:val="32"/>
        </w:rPr>
      </w:pPr>
      <w:r>
        <w:rPr>
          <w:rFonts w:hint="eastAsia"/>
          <w:sz w:val="32"/>
        </w:rPr>
        <w:t>申请日期：</w:t>
      </w:r>
    </w:p>
    <w:p w:rsidR="006F41DD" w:rsidRDefault="006F41DD" w:rsidP="00727A17">
      <w:pPr>
        <w:spacing w:line="460" w:lineRule="exact"/>
        <w:rPr>
          <w:sz w:val="32"/>
        </w:rPr>
      </w:pPr>
    </w:p>
    <w:p w:rsidR="006F41DD" w:rsidRDefault="006F41DD" w:rsidP="00727A17">
      <w:pPr>
        <w:spacing w:line="460" w:lineRule="exact"/>
        <w:rPr>
          <w:sz w:val="32"/>
        </w:rPr>
      </w:pPr>
    </w:p>
    <w:p w:rsidR="006F41DD" w:rsidRDefault="006F41DD" w:rsidP="00727A17">
      <w:pPr>
        <w:spacing w:line="460" w:lineRule="exact"/>
        <w:rPr>
          <w:sz w:val="32"/>
        </w:rPr>
      </w:pPr>
    </w:p>
    <w:p w:rsidR="006F41DD" w:rsidRDefault="006F41DD" w:rsidP="00727A17">
      <w:pPr>
        <w:spacing w:line="460" w:lineRule="exact"/>
        <w:rPr>
          <w:sz w:val="32"/>
        </w:rPr>
      </w:pPr>
    </w:p>
    <w:p w:rsidR="006F41DD" w:rsidRDefault="006F41DD" w:rsidP="00727A17">
      <w:pPr>
        <w:jc w:val="center"/>
        <w:rPr>
          <w:sz w:val="32"/>
        </w:rPr>
      </w:pPr>
    </w:p>
    <w:p w:rsidR="006F41DD" w:rsidRDefault="006F41DD" w:rsidP="00727A17">
      <w:pPr>
        <w:jc w:val="center"/>
        <w:rPr>
          <w:sz w:val="32"/>
        </w:rPr>
      </w:pPr>
    </w:p>
    <w:p w:rsidR="006F41DD" w:rsidRDefault="006F41DD" w:rsidP="00727A17">
      <w:pPr>
        <w:jc w:val="center"/>
      </w:pPr>
      <w:r>
        <w:rPr>
          <w:rFonts w:hint="eastAsia"/>
          <w:sz w:val="32"/>
        </w:rPr>
        <w:t>陕西省体育局法规宣教处制</w:t>
      </w:r>
    </w:p>
    <w:p w:rsidR="006F41DD" w:rsidRPr="0028443C" w:rsidRDefault="006F41DD" w:rsidP="00727A17">
      <w:pPr>
        <w:pStyle w:val="BodyText"/>
        <w:ind w:firstLine="562"/>
        <w:rPr>
          <w:sz w:val="24"/>
        </w:rPr>
      </w:pPr>
      <w:r>
        <w:rPr>
          <w:rFonts w:ascii="楷体_GB2312" w:hint="eastAsia"/>
          <w:b/>
          <w:bCs/>
          <w:sz w:val="28"/>
        </w:rPr>
        <w:t>一、</w:t>
      </w:r>
      <w:r>
        <w:rPr>
          <w:rFonts w:hint="eastAsia"/>
          <w:b/>
          <w:sz w:val="28"/>
        </w:rPr>
        <w:t>基本情况</w:t>
      </w:r>
      <w:r w:rsidRPr="000B0D2C">
        <w:rPr>
          <w:rFonts w:hint="eastAsia"/>
          <w:sz w:val="24"/>
        </w:rPr>
        <w:t>（</w:t>
      </w:r>
      <w:r w:rsidRPr="0028443C">
        <w:rPr>
          <w:rFonts w:hint="eastAsia"/>
          <w:sz w:val="24"/>
        </w:rPr>
        <w:t>攻关对象的基本情况、竞争对手情况、大赛目标任务）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2"/>
      </w:tblGrid>
      <w:tr w:rsidR="006F41DD" w:rsidTr="00727A17">
        <w:tc>
          <w:tcPr>
            <w:tcW w:w="9174" w:type="dxa"/>
          </w:tcPr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</w:tc>
      </w:tr>
    </w:tbl>
    <w:p w:rsidR="006F41DD" w:rsidRDefault="006F41DD" w:rsidP="00817EAF">
      <w:pPr>
        <w:ind w:firstLineChars="196" w:firstLine="551"/>
        <w:rPr>
          <w:rFonts w:asci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二、存在问题</w:t>
      </w:r>
      <w:r w:rsidRPr="0028443C">
        <w:rPr>
          <w:rFonts w:ascii="宋体" w:hAnsi="宋体" w:hint="eastAsia"/>
          <w:bCs/>
          <w:sz w:val="24"/>
        </w:rPr>
        <w:t>（需要攻关的主要问题及问题分析）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2"/>
      </w:tblGrid>
      <w:tr w:rsidR="006F41DD" w:rsidTr="00727A17">
        <w:tc>
          <w:tcPr>
            <w:tcW w:w="9174" w:type="dxa"/>
          </w:tcPr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</w:tc>
      </w:tr>
    </w:tbl>
    <w:p w:rsidR="006F41DD" w:rsidRDefault="006F41DD" w:rsidP="00817EAF">
      <w:pPr>
        <w:ind w:firstLineChars="196" w:firstLine="551"/>
        <w:rPr>
          <w:rFonts w:asci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三、攻关方案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2"/>
      </w:tblGrid>
      <w:tr w:rsidR="006F41DD" w:rsidTr="00727A17">
        <w:trPr>
          <w:trHeight w:val="5570"/>
        </w:trPr>
        <w:tc>
          <w:tcPr>
            <w:tcW w:w="8522" w:type="dxa"/>
          </w:tcPr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．采取的攻关方法、主要技术路线、主要指标</w:t>
            </w: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．工作进度安排</w:t>
            </w: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．预期攻关目标</w:t>
            </w: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</w:tc>
      </w:tr>
    </w:tbl>
    <w:p w:rsidR="006F41DD" w:rsidRDefault="006F41DD" w:rsidP="00DE12FB">
      <w:pPr>
        <w:ind w:firstLineChars="196" w:firstLine="551"/>
        <w:rPr>
          <w:rFonts w:asci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四、申请人员情况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276"/>
        <w:gridCol w:w="716"/>
        <w:gridCol w:w="180"/>
        <w:gridCol w:w="540"/>
        <w:gridCol w:w="546"/>
        <w:gridCol w:w="9"/>
        <w:gridCol w:w="187"/>
        <w:gridCol w:w="703"/>
        <w:gridCol w:w="540"/>
        <w:gridCol w:w="720"/>
        <w:gridCol w:w="554"/>
        <w:gridCol w:w="173"/>
        <w:gridCol w:w="1271"/>
        <w:gridCol w:w="343"/>
        <w:gridCol w:w="358"/>
        <w:gridCol w:w="918"/>
      </w:tblGrid>
      <w:tr w:rsidR="006F41DD" w:rsidTr="00411AC0">
        <w:trPr>
          <w:cantSplit/>
          <w:trHeight w:val="454"/>
        </w:trPr>
        <w:tc>
          <w:tcPr>
            <w:tcW w:w="1598" w:type="dxa"/>
            <w:gridSpan w:val="4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课题负责人</w:t>
            </w:r>
          </w:p>
        </w:tc>
        <w:tc>
          <w:tcPr>
            <w:tcW w:w="1086" w:type="dxa"/>
            <w:gridSpan w:val="2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gridSpan w:val="3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540" w:type="dxa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444" w:type="dxa"/>
            <w:gridSpan w:val="2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918" w:type="dxa"/>
          </w:tcPr>
          <w:p w:rsidR="006F41DD" w:rsidRDefault="006F41DD">
            <w:pPr>
              <w:rPr>
                <w:rFonts w:ascii="宋体"/>
                <w:sz w:val="24"/>
              </w:rPr>
            </w:pPr>
          </w:p>
        </w:tc>
      </w:tr>
      <w:tr w:rsidR="006F41DD" w:rsidTr="00411AC0">
        <w:trPr>
          <w:cantSplit/>
          <w:trHeight w:val="454"/>
        </w:trPr>
        <w:tc>
          <w:tcPr>
            <w:tcW w:w="702" w:type="dxa"/>
            <w:gridSpan w:val="2"/>
            <w:vMerge w:val="restart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学习经历</w:t>
            </w:r>
          </w:p>
        </w:tc>
        <w:tc>
          <w:tcPr>
            <w:tcW w:w="896" w:type="dxa"/>
            <w:gridSpan w:val="2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086" w:type="dxa"/>
            <w:gridSpan w:val="2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899" w:type="dxa"/>
            <w:gridSpan w:val="3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3258" w:type="dxa"/>
            <w:gridSpan w:val="5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1619" w:type="dxa"/>
            <w:gridSpan w:val="3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</w:tr>
      <w:tr w:rsidR="006F41DD" w:rsidTr="00411AC0">
        <w:trPr>
          <w:cantSplit/>
          <w:trHeight w:val="454"/>
        </w:trPr>
        <w:tc>
          <w:tcPr>
            <w:tcW w:w="702" w:type="dxa"/>
            <w:gridSpan w:val="2"/>
            <w:vMerge/>
            <w:vAlign w:val="center"/>
          </w:tcPr>
          <w:p w:rsidR="006F41DD" w:rsidRDefault="006F41DD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gridSpan w:val="3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258" w:type="dxa"/>
            <w:gridSpan w:val="5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19" w:type="dxa"/>
            <w:gridSpan w:val="3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</w:tr>
      <w:tr w:rsidR="006F41DD" w:rsidTr="00411AC0">
        <w:trPr>
          <w:cantSplit/>
          <w:trHeight w:val="454"/>
        </w:trPr>
        <w:tc>
          <w:tcPr>
            <w:tcW w:w="702" w:type="dxa"/>
            <w:gridSpan w:val="2"/>
            <w:vMerge/>
            <w:vAlign w:val="center"/>
          </w:tcPr>
          <w:p w:rsidR="006F41DD" w:rsidRDefault="006F41DD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gridSpan w:val="3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258" w:type="dxa"/>
            <w:gridSpan w:val="5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19" w:type="dxa"/>
            <w:gridSpan w:val="3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</w:tr>
      <w:tr w:rsidR="006F41DD" w:rsidTr="00411AC0">
        <w:trPr>
          <w:cantSplit/>
          <w:trHeight w:val="454"/>
        </w:trPr>
        <w:tc>
          <w:tcPr>
            <w:tcW w:w="702" w:type="dxa"/>
            <w:gridSpan w:val="2"/>
            <w:vMerge/>
            <w:vAlign w:val="center"/>
          </w:tcPr>
          <w:p w:rsidR="006F41DD" w:rsidRDefault="006F41DD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gridSpan w:val="3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258" w:type="dxa"/>
            <w:gridSpan w:val="5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19" w:type="dxa"/>
            <w:gridSpan w:val="3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</w:tr>
      <w:tr w:rsidR="006F41DD" w:rsidTr="00411AC0">
        <w:trPr>
          <w:cantSplit/>
          <w:trHeight w:val="454"/>
        </w:trPr>
        <w:tc>
          <w:tcPr>
            <w:tcW w:w="1598" w:type="dxa"/>
            <w:gridSpan w:val="4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3799" w:type="dxa"/>
            <w:gridSpan w:val="8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行政职务</w:t>
            </w:r>
          </w:p>
        </w:tc>
        <w:tc>
          <w:tcPr>
            <w:tcW w:w="1619" w:type="dxa"/>
            <w:gridSpan w:val="3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</w:tr>
      <w:tr w:rsidR="006F41DD" w:rsidTr="00411AC0">
        <w:trPr>
          <w:cantSplit/>
          <w:trHeight w:val="454"/>
        </w:trPr>
        <w:tc>
          <w:tcPr>
            <w:tcW w:w="1598" w:type="dxa"/>
            <w:gridSpan w:val="4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技术职称</w:t>
            </w:r>
          </w:p>
        </w:tc>
        <w:tc>
          <w:tcPr>
            <w:tcW w:w="1095" w:type="dxa"/>
            <w:gridSpan w:val="3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研究专长</w:t>
            </w: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274" w:type="dxa"/>
            <w:gridSpan w:val="2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研究专长</w:t>
            </w: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619" w:type="dxa"/>
            <w:gridSpan w:val="3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</w:tr>
      <w:tr w:rsidR="006F41DD" w:rsidTr="00411AC0">
        <w:trPr>
          <w:cantSplit/>
          <w:trHeight w:val="454"/>
        </w:trPr>
        <w:tc>
          <w:tcPr>
            <w:tcW w:w="1598" w:type="dxa"/>
            <w:gridSpan w:val="4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办公电话</w:t>
            </w:r>
          </w:p>
        </w:tc>
        <w:tc>
          <w:tcPr>
            <w:tcW w:w="2525" w:type="dxa"/>
            <w:gridSpan w:val="6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移动电话</w:t>
            </w:r>
          </w:p>
        </w:tc>
        <w:tc>
          <w:tcPr>
            <w:tcW w:w="3063" w:type="dxa"/>
            <w:gridSpan w:val="5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</w:p>
        </w:tc>
      </w:tr>
      <w:tr w:rsidR="006F41DD" w:rsidTr="00411AC0">
        <w:trPr>
          <w:trHeight w:val="454"/>
        </w:trPr>
        <w:tc>
          <w:tcPr>
            <w:tcW w:w="8460" w:type="dxa"/>
            <w:gridSpan w:val="17"/>
          </w:tcPr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相关研究工作基础（专业基础、研究成果、承担科研项目、获得科技奖励等）</w:t>
            </w: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</w:tc>
      </w:tr>
      <w:tr w:rsidR="006F41DD" w:rsidTr="00C75091">
        <w:trPr>
          <w:cantSplit/>
          <w:trHeight w:val="454"/>
        </w:trPr>
        <w:tc>
          <w:tcPr>
            <w:tcW w:w="426" w:type="dxa"/>
            <w:vMerge w:val="restart"/>
            <w:vAlign w:val="center"/>
          </w:tcPr>
          <w:p w:rsidR="006F41DD" w:rsidRDefault="006F41DD" w:rsidP="008E447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主要参加者</w:t>
            </w:r>
          </w:p>
        </w:tc>
        <w:tc>
          <w:tcPr>
            <w:tcW w:w="992" w:type="dxa"/>
            <w:gridSpan w:val="2"/>
          </w:tcPr>
          <w:p w:rsidR="006F41DD" w:rsidRDefault="006F41DD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720" w:type="dxa"/>
            <w:gridSpan w:val="2"/>
          </w:tcPr>
          <w:p w:rsidR="006F41DD" w:rsidRDefault="006F41DD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42" w:type="dxa"/>
            <w:gridSpan w:val="3"/>
          </w:tcPr>
          <w:p w:rsidR="006F41DD" w:rsidRDefault="006F41DD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1243" w:type="dxa"/>
            <w:gridSpan w:val="2"/>
          </w:tcPr>
          <w:p w:rsidR="006F41DD" w:rsidRDefault="006F41DD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职称职务</w:t>
            </w:r>
          </w:p>
        </w:tc>
        <w:tc>
          <w:tcPr>
            <w:tcW w:w="720" w:type="dxa"/>
          </w:tcPr>
          <w:p w:rsidR="006F41DD" w:rsidRDefault="006F41DD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727" w:type="dxa"/>
            <w:gridSpan w:val="2"/>
          </w:tcPr>
          <w:p w:rsidR="006F41DD" w:rsidRDefault="006F41DD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614" w:type="dxa"/>
            <w:gridSpan w:val="2"/>
          </w:tcPr>
          <w:p w:rsidR="006F41DD" w:rsidRDefault="006F41DD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276" w:type="dxa"/>
            <w:gridSpan w:val="2"/>
          </w:tcPr>
          <w:p w:rsidR="006F41DD" w:rsidRDefault="006F41DD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研究分工</w:t>
            </w:r>
          </w:p>
        </w:tc>
      </w:tr>
      <w:tr w:rsidR="006F41DD" w:rsidTr="00C75091">
        <w:trPr>
          <w:cantSplit/>
          <w:trHeight w:val="454"/>
        </w:trPr>
        <w:tc>
          <w:tcPr>
            <w:tcW w:w="426" w:type="dxa"/>
            <w:vMerge/>
            <w:vAlign w:val="center"/>
          </w:tcPr>
          <w:p w:rsidR="006F41DD" w:rsidRDefault="006F41DD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42" w:type="dxa"/>
            <w:gridSpan w:val="3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1243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27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1614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</w:tr>
      <w:tr w:rsidR="006F41DD" w:rsidTr="00C75091">
        <w:trPr>
          <w:cantSplit/>
          <w:trHeight w:val="454"/>
        </w:trPr>
        <w:tc>
          <w:tcPr>
            <w:tcW w:w="426" w:type="dxa"/>
            <w:vMerge/>
            <w:vAlign w:val="center"/>
          </w:tcPr>
          <w:p w:rsidR="006F41DD" w:rsidRDefault="006F41DD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42" w:type="dxa"/>
            <w:gridSpan w:val="3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1243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27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1614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</w:tr>
      <w:tr w:rsidR="006F41DD" w:rsidTr="00C75091">
        <w:trPr>
          <w:cantSplit/>
          <w:trHeight w:val="454"/>
        </w:trPr>
        <w:tc>
          <w:tcPr>
            <w:tcW w:w="426" w:type="dxa"/>
            <w:vMerge/>
            <w:vAlign w:val="center"/>
          </w:tcPr>
          <w:p w:rsidR="006F41DD" w:rsidRDefault="006F41DD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42" w:type="dxa"/>
            <w:gridSpan w:val="3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1243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27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1614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</w:tr>
      <w:tr w:rsidR="006F41DD" w:rsidTr="00C75091">
        <w:trPr>
          <w:cantSplit/>
          <w:trHeight w:val="454"/>
        </w:trPr>
        <w:tc>
          <w:tcPr>
            <w:tcW w:w="426" w:type="dxa"/>
            <w:vMerge/>
            <w:vAlign w:val="center"/>
          </w:tcPr>
          <w:p w:rsidR="006F41DD" w:rsidRDefault="006F41DD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42" w:type="dxa"/>
            <w:gridSpan w:val="3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1243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27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1614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</w:tr>
      <w:tr w:rsidR="006F41DD" w:rsidTr="00E97A83">
        <w:trPr>
          <w:cantSplit/>
          <w:trHeight w:val="454"/>
        </w:trPr>
        <w:tc>
          <w:tcPr>
            <w:tcW w:w="426" w:type="dxa"/>
            <w:vMerge/>
            <w:vAlign w:val="center"/>
          </w:tcPr>
          <w:p w:rsidR="006F41DD" w:rsidRDefault="006F41DD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42" w:type="dxa"/>
            <w:gridSpan w:val="3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1243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27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1614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</w:tr>
      <w:tr w:rsidR="006F41DD" w:rsidTr="00E97A83">
        <w:trPr>
          <w:cantSplit/>
          <w:trHeight w:val="454"/>
        </w:trPr>
        <w:tc>
          <w:tcPr>
            <w:tcW w:w="426" w:type="dxa"/>
            <w:vMerge/>
            <w:vAlign w:val="center"/>
          </w:tcPr>
          <w:p w:rsidR="006F41DD" w:rsidRDefault="006F41DD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42" w:type="dxa"/>
            <w:gridSpan w:val="3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1243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727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1614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</w:tcPr>
          <w:p w:rsidR="006F41DD" w:rsidRDefault="006F41DD" w:rsidP="00892090">
            <w:pPr>
              <w:rPr>
                <w:rFonts w:ascii="宋体"/>
                <w:sz w:val="24"/>
              </w:rPr>
            </w:pPr>
          </w:p>
        </w:tc>
      </w:tr>
    </w:tbl>
    <w:p w:rsidR="006F41DD" w:rsidRDefault="006F41DD" w:rsidP="00DE12FB">
      <w:pPr>
        <w:ind w:firstLineChars="196" w:firstLine="551"/>
        <w:rPr>
          <w:rFonts w:asci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五、经费预算：（单位：万元）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900"/>
        <w:gridCol w:w="1800"/>
        <w:gridCol w:w="900"/>
        <w:gridCol w:w="2880"/>
      </w:tblGrid>
      <w:tr w:rsidR="006F41DD" w:rsidTr="00411AC0">
        <w:trPr>
          <w:trHeight w:val="454"/>
        </w:trPr>
        <w:tc>
          <w:tcPr>
            <w:tcW w:w="2988" w:type="dxa"/>
            <w:gridSpan w:val="2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经费来源</w:t>
            </w:r>
          </w:p>
        </w:tc>
        <w:tc>
          <w:tcPr>
            <w:tcW w:w="5580" w:type="dxa"/>
            <w:gridSpan w:val="3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经费支出计划</w:t>
            </w:r>
          </w:p>
        </w:tc>
      </w:tr>
      <w:tr w:rsidR="006F41DD" w:rsidTr="00411AC0">
        <w:trPr>
          <w:trHeight w:val="454"/>
        </w:trPr>
        <w:tc>
          <w:tcPr>
            <w:tcW w:w="2088" w:type="dxa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类别</w:t>
            </w:r>
          </w:p>
        </w:tc>
        <w:tc>
          <w:tcPr>
            <w:tcW w:w="900" w:type="dxa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金额</w:t>
            </w:r>
          </w:p>
        </w:tc>
        <w:tc>
          <w:tcPr>
            <w:tcW w:w="1800" w:type="dxa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支出科目</w:t>
            </w:r>
          </w:p>
        </w:tc>
        <w:tc>
          <w:tcPr>
            <w:tcW w:w="900" w:type="dxa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金额</w:t>
            </w:r>
          </w:p>
        </w:tc>
        <w:tc>
          <w:tcPr>
            <w:tcW w:w="2880" w:type="dxa"/>
            <w:vAlign w:val="center"/>
          </w:tcPr>
          <w:p w:rsidR="006F41DD" w:rsidRDefault="006F41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计算依据和理由</w:t>
            </w:r>
          </w:p>
        </w:tc>
      </w:tr>
      <w:tr w:rsidR="006F41DD" w:rsidTr="00411AC0">
        <w:trPr>
          <w:trHeight w:val="454"/>
        </w:trPr>
        <w:tc>
          <w:tcPr>
            <w:tcW w:w="2088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pacing w:val="-12"/>
                <w:w w:val="90"/>
                <w:sz w:val="24"/>
              </w:rPr>
              <w:t>申请省体育局拨款</w:t>
            </w:r>
          </w:p>
        </w:tc>
        <w:tc>
          <w:tcPr>
            <w:tcW w:w="900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．实验材料费</w:t>
            </w:r>
          </w:p>
        </w:tc>
        <w:tc>
          <w:tcPr>
            <w:tcW w:w="900" w:type="dxa"/>
            <w:vAlign w:val="center"/>
          </w:tcPr>
          <w:p w:rsidR="006F41DD" w:rsidRDefault="006F41DD">
            <w:pPr>
              <w:rPr>
                <w:rFonts w:ascii="宋体"/>
              </w:rPr>
            </w:pPr>
          </w:p>
        </w:tc>
        <w:tc>
          <w:tcPr>
            <w:tcW w:w="2880" w:type="dxa"/>
            <w:vAlign w:val="center"/>
          </w:tcPr>
          <w:p w:rsidR="006F41DD" w:rsidRDefault="006F41DD">
            <w:pPr>
              <w:rPr>
                <w:rFonts w:ascii="宋体"/>
              </w:rPr>
            </w:pPr>
          </w:p>
        </w:tc>
      </w:tr>
      <w:tr w:rsidR="006F41DD" w:rsidTr="00411AC0">
        <w:trPr>
          <w:trHeight w:val="454"/>
        </w:trPr>
        <w:tc>
          <w:tcPr>
            <w:tcW w:w="2088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pacing w:val="-12"/>
                <w:w w:val="90"/>
                <w:sz w:val="24"/>
              </w:rPr>
              <w:t>其它科技计划资助</w:t>
            </w:r>
          </w:p>
        </w:tc>
        <w:tc>
          <w:tcPr>
            <w:tcW w:w="900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．办公资料费</w:t>
            </w:r>
          </w:p>
        </w:tc>
        <w:tc>
          <w:tcPr>
            <w:tcW w:w="900" w:type="dxa"/>
            <w:vAlign w:val="center"/>
          </w:tcPr>
          <w:p w:rsidR="006F41DD" w:rsidRDefault="006F41DD">
            <w:pPr>
              <w:rPr>
                <w:rFonts w:ascii="宋体"/>
              </w:rPr>
            </w:pPr>
          </w:p>
        </w:tc>
        <w:tc>
          <w:tcPr>
            <w:tcW w:w="2880" w:type="dxa"/>
            <w:vAlign w:val="center"/>
          </w:tcPr>
          <w:p w:rsidR="006F41DD" w:rsidRDefault="006F41DD">
            <w:pPr>
              <w:rPr>
                <w:rFonts w:ascii="宋体"/>
              </w:rPr>
            </w:pPr>
          </w:p>
        </w:tc>
      </w:tr>
      <w:tr w:rsidR="006F41DD" w:rsidTr="00411AC0">
        <w:trPr>
          <w:trHeight w:val="454"/>
        </w:trPr>
        <w:tc>
          <w:tcPr>
            <w:tcW w:w="2088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、部门匹配经费</w:t>
            </w:r>
          </w:p>
        </w:tc>
        <w:tc>
          <w:tcPr>
            <w:tcW w:w="900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．差旅费</w:t>
            </w:r>
          </w:p>
        </w:tc>
        <w:tc>
          <w:tcPr>
            <w:tcW w:w="900" w:type="dxa"/>
            <w:vAlign w:val="center"/>
          </w:tcPr>
          <w:p w:rsidR="006F41DD" w:rsidRDefault="006F41DD">
            <w:pPr>
              <w:rPr>
                <w:rFonts w:ascii="宋体"/>
              </w:rPr>
            </w:pPr>
          </w:p>
        </w:tc>
        <w:tc>
          <w:tcPr>
            <w:tcW w:w="2880" w:type="dxa"/>
            <w:vAlign w:val="center"/>
          </w:tcPr>
          <w:p w:rsidR="006F41DD" w:rsidRDefault="006F41DD">
            <w:pPr>
              <w:rPr>
                <w:rFonts w:ascii="宋体"/>
              </w:rPr>
            </w:pPr>
          </w:p>
        </w:tc>
      </w:tr>
      <w:tr w:rsidR="006F41DD" w:rsidTr="00411AC0">
        <w:trPr>
          <w:trHeight w:val="454"/>
        </w:trPr>
        <w:tc>
          <w:tcPr>
            <w:tcW w:w="2088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、单位自筹</w:t>
            </w:r>
          </w:p>
        </w:tc>
        <w:tc>
          <w:tcPr>
            <w:tcW w:w="900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．劳务费</w:t>
            </w:r>
          </w:p>
        </w:tc>
        <w:tc>
          <w:tcPr>
            <w:tcW w:w="900" w:type="dxa"/>
            <w:vAlign w:val="center"/>
          </w:tcPr>
          <w:p w:rsidR="006F41DD" w:rsidRDefault="006F41DD">
            <w:pPr>
              <w:rPr>
                <w:rFonts w:ascii="宋体"/>
              </w:rPr>
            </w:pPr>
          </w:p>
        </w:tc>
        <w:tc>
          <w:tcPr>
            <w:tcW w:w="2880" w:type="dxa"/>
            <w:vAlign w:val="center"/>
          </w:tcPr>
          <w:p w:rsidR="006F41DD" w:rsidRDefault="006F41DD">
            <w:pPr>
              <w:rPr>
                <w:rFonts w:ascii="宋体"/>
              </w:rPr>
            </w:pPr>
          </w:p>
        </w:tc>
      </w:tr>
      <w:tr w:rsidR="006F41DD" w:rsidTr="00411AC0">
        <w:trPr>
          <w:trHeight w:val="454"/>
        </w:trPr>
        <w:tc>
          <w:tcPr>
            <w:tcW w:w="2088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．其它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6F41DD" w:rsidRDefault="006F41DD">
            <w:pPr>
              <w:ind w:left="480" w:hangingChars="200" w:hanging="480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．其它</w:t>
            </w:r>
          </w:p>
        </w:tc>
        <w:tc>
          <w:tcPr>
            <w:tcW w:w="900" w:type="dxa"/>
            <w:vAlign w:val="center"/>
          </w:tcPr>
          <w:p w:rsidR="006F41DD" w:rsidRDefault="006F41DD">
            <w:pPr>
              <w:rPr>
                <w:rFonts w:ascii="宋体"/>
              </w:rPr>
            </w:pPr>
          </w:p>
        </w:tc>
        <w:tc>
          <w:tcPr>
            <w:tcW w:w="2880" w:type="dxa"/>
            <w:vAlign w:val="center"/>
          </w:tcPr>
          <w:p w:rsidR="006F41DD" w:rsidRDefault="006F41DD">
            <w:pPr>
              <w:rPr>
                <w:rFonts w:ascii="宋体"/>
              </w:rPr>
            </w:pPr>
          </w:p>
        </w:tc>
      </w:tr>
      <w:tr w:rsidR="006F41DD" w:rsidTr="00411AC0">
        <w:trPr>
          <w:trHeight w:val="454"/>
        </w:trPr>
        <w:tc>
          <w:tcPr>
            <w:tcW w:w="2088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总额</w:t>
            </w:r>
          </w:p>
        </w:tc>
        <w:tc>
          <w:tcPr>
            <w:tcW w:w="900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总额</w:t>
            </w:r>
          </w:p>
        </w:tc>
        <w:tc>
          <w:tcPr>
            <w:tcW w:w="900" w:type="dxa"/>
            <w:vAlign w:val="center"/>
          </w:tcPr>
          <w:p w:rsidR="006F41DD" w:rsidRDefault="006F41DD">
            <w:pPr>
              <w:rPr>
                <w:rFonts w:ascii="宋体"/>
              </w:rPr>
            </w:pPr>
          </w:p>
        </w:tc>
        <w:tc>
          <w:tcPr>
            <w:tcW w:w="2880" w:type="dxa"/>
            <w:vAlign w:val="center"/>
          </w:tcPr>
          <w:p w:rsidR="006F41DD" w:rsidRDefault="006F41DD">
            <w:pPr>
              <w:rPr>
                <w:rFonts w:ascii="宋体"/>
              </w:rPr>
            </w:pPr>
          </w:p>
        </w:tc>
      </w:tr>
    </w:tbl>
    <w:p w:rsidR="006F41DD" w:rsidRDefault="006F41DD" w:rsidP="00472C7E">
      <w:pPr>
        <w:ind w:firstLineChars="196" w:firstLine="551"/>
        <w:rPr>
          <w:rFonts w:asci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六、申请单位推荐意见及提供相关研究工作条件的保证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8"/>
        <w:gridCol w:w="4313"/>
        <w:gridCol w:w="1262"/>
        <w:gridCol w:w="1579"/>
      </w:tblGrid>
      <w:tr w:rsidR="006F41DD" w:rsidTr="00727A17">
        <w:trPr>
          <w:trHeight w:val="456"/>
        </w:trPr>
        <w:tc>
          <w:tcPr>
            <w:tcW w:w="1368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4313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579" w:type="dxa"/>
          </w:tcPr>
          <w:p w:rsidR="006F41DD" w:rsidRDefault="006F41DD">
            <w:pPr>
              <w:rPr>
                <w:rFonts w:ascii="宋体"/>
                <w:sz w:val="24"/>
              </w:rPr>
            </w:pPr>
          </w:p>
        </w:tc>
      </w:tr>
      <w:tr w:rsidR="006F41DD" w:rsidTr="00727A17">
        <w:trPr>
          <w:cantSplit/>
          <w:trHeight w:val="462"/>
        </w:trPr>
        <w:tc>
          <w:tcPr>
            <w:tcW w:w="1368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4313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1579" w:type="dxa"/>
          </w:tcPr>
          <w:p w:rsidR="006F41DD" w:rsidRDefault="006F41DD">
            <w:pPr>
              <w:rPr>
                <w:rFonts w:ascii="宋体"/>
                <w:sz w:val="24"/>
              </w:rPr>
            </w:pPr>
          </w:p>
        </w:tc>
      </w:tr>
      <w:tr w:rsidR="006F41DD" w:rsidTr="00472C7E">
        <w:trPr>
          <w:trHeight w:val="2819"/>
        </w:trPr>
        <w:tc>
          <w:tcPr>
            <w:tcW w:w="8522" w:type="dxa"/>
            <w:gridSpan w:val="4"/>
          </w:tcPr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法人代表签字：</w:t>
            </w: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</w:p>
          <w:p w:rsidR="006F41DD" w:rsidRDefault="006F41DD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</w:t>
            </w:r>
            <w:r>
              <w:rPr>
                <w:rFonts w:ascii="宋体" w:hAnsi="宋体" w:hint="eastAsia"/>
                <w:sz w:val="24"/>
              </w:rPr>
              <w:t xml:space="preserve">　　　　</w:t>
            </w:r>
            <w:r>
              <w:rPr>
                <w:rFonts w:ascii="宋体" w:hAnsi="宋体"/>
                <w:sz w:val="24"/>
              </w:rPr>
              <w:t xml:space="preserve">            </w:t>
            </w:r>
            <w:r>
              <w:rPr>
                <w:rFonts w:ascii="宋体" w:hAnsi="宋体" w:hint="eastAsia"/>
                <w:sz w:val="24"/>
              </w:rPr>
              <w:t>单位盖章</w:t>
            </w:r>
          </w:p>
          <w:p w:rsidR="006F41DD" w:rsidRDefault="006F41DD">
            <w:pPr>
              <w:rPr>
                <w:rFonts w:ascii="宋体"/>
                <w:sz w:val="24"/>
              </w:rPr>
            </w:pPr>
          </w:p>
        </w:tc>
      </w:tr>
    </w:tbl>
    <w:p w:rsidR="006F41DD" w:rsidRDefault="006F41DD" w:rsidP="00472C7E">
      <w:pPr>
        <w:ind w:firstLineChars="196" w:firstLine="551"/>
        <w:rPr>
          <w:rFonts w:ascii="宋体"/>
          <w:b/>
          <w:bCs/>
          <w:sz w:val="28"/>
        </w:rPr>
      </w:pPr>
      <w:r w:rsidRPr="00472C7E">
        <w:rPr>
          <w:rFonts w:ascii="宋体" w:hAnsi="宋体" w:hint="eastAsia"/>
          <w:b/>
          <w:bCs/>
          <w:sz w:val="28"/>
        </w:rPr>
        <w:t>七、相关运动项目管理中心意见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8"/>
        <w:gridCol w:w="4313"/>
        <w:gridCol w:w="1262"/>
        <w:gridCol w:w="1579"/>
      </w:tblGrid>
      <w:tr w:rsidR="006F41DD" w:rsidTr="002F6C95">
        <w:trPr>
          <w:trHeight w:val="456"/>
        </w:trPr>
        <w:tc>
          <w:tcPr>
            <w:tcW w:w="1368" w:type="dxa"/>
            <w:vAlign w:val="center"/>
          </w:tcPr>
          <w:p w:rsidR="006F41DD" w:rsidRDefault="006F41DD" w:rsidP="002F6C95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4313" w:type="dxa"/>
            <w:vAlign w:val="center"/>
          </w:tcPr>
          <w:p w:rsidR="006F41DD" w:rsidRDefault="006F41DD" w:rsidP="002F6C95">
            <w:pPr>
              <w:rPr>
                <w:rFonts w:ascii="宋体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6F41DD" w:rsidRDefault="006F41DD" w:rsidP="002F6C95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</w:t>
            </w:r>
          </w:p>
        </w:tc>
        <w:tc>
          <w:tcPr>
            <w:tcW w:w="1579" w:type="dxa"/>
          </w:tcPr>
          <w:p w:rsidR="006F41DD" w:rsidRDefault="006F41DD" w:rsidP="002F6C95">
            <w:pPr>
              <w:rPr>
                <w:rFonts w:ascii="宋体"/>
                <w:sz w:val="24"/>
              </w:rPr>
            </w:pPr>
          </w:p>
        </w:tc>
      </w:tr>
      <w:tr w:rsidR="006F41DD" w:rsidTr="00472C7E">
        <w:trPr>
          <w:cantSplit/>
          <w:trHeight w:val="462"/>
        </w:trPr>
        <w:tc>
          <w:tcPr>
            <w:tcW w:w="1368" w:type="dxa"/>
            <w:vAlign w:val="center"/>
          </w:tcPr>
          <w:p w:rsidR="006F41DD" w:rsidRDefault="006F41DD" w:rsidP="002F6C95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4313" w:type="dxa"/>
            <w:vAlign w:val="center"/>
          </w:tcPr>
          <w:p w:rsidR="006F41DD" w:rsidRDefault="006F41DD" w:rsidP="002F6C95">
            <w:pPr>
              <w:rPr>
                <w:rFonts w:ascii="宋体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6F41DD" w:rsidRDefault="006F41DD" w:rsidP="002F6C95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579" w:type="dxa"/>
          </w:tcPr>
          <w:p w:rsidR="006F41DD" w:rsidRDefault="006F41DD" w:rsidP="002F6C95">
            <w:pPr>
              <w:rPr>
                <w:rFonts w:ascii="宋体"/>
                <w:sz w:val="24"/>
              </w:rPr>
            </w:pPr>
          </w:p>
        </w:tc>
      </w:tr>
      <w:tr w:rsidR="006F41DD" w:rsidTr="002F6C95">
        <w:trPr>
          <w:trHeight w:val="2819"/>
        </w:trPr>
        <w:tc>
          <w:tcPr>
            <w:tcW w:w="8522" w:type="dxa"/>
            <w:gridSpan w:val="4"/>
          </w:tcPr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</w:t>
            </w:r>
            <w:r>
              <w:rPr>
                <w:rFonts w:ascii="宋体" w:hAnsi="宋体" w:hint="eastAsia"/>
                <w:sz w:val="24"/>
              </w:rPr>
              <w:t xml:space="preserve">　　　　</w:t>
            </w:r>
            <w:r>
              <w:rPr>
                <w:rFonts w:ascii="宋体" w:hAnsi="宋体"/>
                <w:sz w:val="24"/>
              </w:rPr>
              <w:t xml:space="preserve">            </w:t>
            </w:r>
            <w:r>
              <w:rPr>
                <w:rFonts w:ascii="宋体" w:hAnsi="宋体" w:hint="eastAsia"/>
                <w:sz w:val="24"/>
              </w:rPr>
              <w:t>单位盖章</w:t>
            </w: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  <w:p w:rsidR="006F41DD" w:rsidRDefault="006F41DD" w:rsidP="002F6C95">
            <w:pPr>
              <w:rPr>
                <w:rFonts w:ascii="宋体"/>
                <w:sz w:val="24"/>
              </w:rPr>
            </w:pPr>
          </w:p>
        </w:tc>
      </w:tr>
    </w:tbl>
    <w:p w:rsidR="006F41DD" w:rsidRPr="00C22E73" w:rsidRDefault="006F41DD" w:rsidP="003170F9">
      <w:pPr>
        <w:pStyle w:val="BodyTextIndent"/>
        <w:spacing w:line="580" w:lineRule="exact"/>
        <w:ind w:firstLineChars="0" w:firstLine="0"/>
        <w:jc w:val="left"/>
      </w:pPr>
      <w:bookmarkStart w:id="0" w:name="_GoBack"/>
      <w:bookmarkEnd w:id="0"/>
    </w:p>
    <w:sectPr w:rsidR="006F41DD" w:rsidRPr="00C22E73" w:rsidSect="000E15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1DD" w:rsidRDefault="006F41DD" w:rsidP="00AC7C44">
      <w:r>
        <w:separator/>
      </w:r>
    </w:p>
  </w:endnote>
  <w:endnote w:type="continuationSeparator" w:id="0">
    <w:p w:rsidR="006F41DD" w:rsidRDefault="006F41DD" w:rsidP="00AC7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1DD" w:rsidRDefault="006F41DD" w:rsidP="00AC7C44">
      <w:r>
        <w:separator/>
      </w:r>
    </w:p>
  </w:footnote>
  <w:footnote w:type="continuationSeparator" w:id="0">
    <w:p w:rsidR="006F41DD" w:rsidRDefault="006F41DD" w:rsidP="00AC7C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22A42"/>
    <w:multiLevelType w:val="multilevel"/>
    <w:tmpl w:val="4BB22A42"/>
    <w:lvl w:ilvl="0">
      <w:start w:val="1"/>
      <w:numFmt w:val="japaneseCounting"/>
      <w:lvlText w:val="%1、"/>
      <w:lvlJc w:val="left"/>
      <w:pPr>
        <w:tabs>
          <w:tab w:val="left" w:pos="1365"/>
        </w:tabs>
        <w:ind w:left="1365" w:hanging="7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485"/>
        </w:tabs>
        <w:ind w:left="1485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left" w:pos="1905"/>
        </w:tabs>
        <w:ind w:left="190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left" w:pos="2325"/>
        </w:tabs>
        <w:ind w:left="2325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tabs>
          <w:tab w:val="left" w:pos="2745"/>
        </w:tabs>
        <w:ind w:left="2745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left" w:pos="3165"/>
        </w:tabs>
        <w:ind w:left="316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3585"/>
        </w:tabs>
        <w:ind w:left="3585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tabs>
          <w:tab w:val="left" w:pos="4005"/>
        </w:tabs>
        <w:ind w:left="4005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left" w:pos="4425"/>
        </w:tabs>
        <w:ind w:left="4425" w:hanging="420"/>
      </w:pPr>
      <w:rPr>
        <w:rFonts w:cs="Times New Roman"/>
      </w:rPr>
    </w:lvl>
  </w:abstractNum>
  <w:abstractNum w:abstractNumId="1">
    <w:nsid w:val="710515A8"/>
    <w:multiLevelType w:val="hybridMultilevel"/>
    <w:tmpl w:val="A73C285E"/>
    <w:lvl w:ilvl="0" w:tplc="8C365A40">
      <w:start w:val="3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104"/>
    <w:rsid w:val="00042729"/>
    <w:rsid w:val="00045004"/>
    <w:rsid w:val="00066C49"/>
    <w:rsid w:val="00080079"/>
    <w:rsid w:val="000816D8"/>
    <w:rsid w:val="0009399F"/>
    <w:rsid w:val="000B0D2C"/>
    <w:rsid w:val="000E1563"/>
    <w:rsid w:val="0010017B"/>
    <w:rsid w:val="00107FE8"/>
    <w:rsid w:val="00110881"/>
    <w:rsid w:val="00133907"/>
    <w:rsid w:val="00145952"/>
    <w:rsid w:val="00192712"/>
    <w:rsid w:val="001A21E8"/>
    <w:rsid w:val="002208FE"/>
    <w:rsid w:val="00262517"/>
    <w:rsid w:val="002812CD"/>
    <w:rsid w:val="0028443C"/>
    <w:rsid w:val="002858CD"/>
    <w:rsid w:val="002A4BBD"/>
    <w:rsid w:val="002D3096"/>
    <w:rsid w:val="002E037B"/>
    <w:rsid w:val="002F6C95"/>
    <w:rsid w:val="00302E32"/>
    <w:rsid w:val="003170F9"/>
    <w:rsid w:val="00330E0C"/>
    <w:rsid w:val="003355A9"/>
    <w:rsid w:val="0034480F"/>
    <w:rsid w:val="0036130A"/>
    <w:rsid w:val="00395650"/>
    <w:rsid w:val="003C7751"/>
    <w:rsid w:val="003D2315"/>
    <w:rsid w:val="00403EB4"/>
    <w:rsid w:val="00411AC0"/>
    <w:rsid w:val="00420C38"/>
    <w:rsid w:val="00451115"/>
    <w:rsid w:val="004708FF"/>
    <w:rsid w:val="00472C7E"/>
    <w:rsid w:val="00491827"/>
    <w:rsid w:val="004A06BF"/>
    <w:rsid w:val="004C720C"/>
    <w:rsid w:val="004F111D"/>
    <w:rsid w:val="00525DCB"/>
    <w:rsid w:val="00564DB7"/>
    <w:rsid w:val="005C0647"/>
    <w:rsid w:val="005E083D"/>
    <w:rsid w:val="00615DF1"/>
    <w:rsid w:val="0063154F"/>
    <w:rsid w:val="00655B2A"/>
    <w:rsid w:val="00661F09"/>
    <w:rsid w:val="00686104"/>
    <w:rsid w:val="006B3EA4"/>
    <w:rsid w:val="006D68AA"/>
    <w:rsid w:val="006F41DD"/>
    <w:rsid w:val="007042FB"/>
    <w:rsid w:val="00727A17"/>
    <w:rsid w:val="007816A3"/>
    <w:rsid w:val="00787E7E"/>
    <w:rsid w:val="00797862"/>
    <w:rsid w:val="007A1CCB"/>
    <w:rsid w:val="007E62FB"/>
    <w:rsid w:val="00817EAF"/>
    <w:rsid w:val="008631C4"/>
    <w:rsid w:val="0086426B"/>
    <w:rsid w:val="00892090"/>
    <w:rsid w:val="008B1435"/>
    <w:rsid w:val="008D14F1"/>
    <w:rsid w:val="008E4470"/>
    <w:rsid w:val="008F11B3"/>
    <w:rsid w:val="008F4012"/>
    <w:rsid w:val="0091706F"/>
    <w:rsid w:val="00921547"/>
    <w:rsid w:val="00924C17"/>
    <w:rsid w:val="00940C55"/>
    <w:rsid w:val="00951B0F"/>
    <w:rsid w:val="009B6F84"/>
    <w:rsid w:val="00A0029C"/>
    <w:rsid w:val="00A01F5D"/>
    <w:rsid w:val="00A10A39"/>
    <w:rsid w:val="00A65EB8"/>
    <w:rsid w:val="00A970A5"/>
    <w:rsid w:val="00AC7C44"/>
    <w:rsid w:val="00AD1DFE"/>
    <w:rsid w:val="00AF155D"/>
    <w:rsid w:val="00B16E21"/>
    <w:rsid w:val="00B16F43"/>
    <w:rsid w:val="00B26111"/>
    <w:rsid w:val="00B71FF5"/>
    <w:rsid w:val="00B82E27"/>
    <w:rsid w:val="00B93114"/>
    <w:rsid w:val="00B93987"/>
    <w:rsid w:val="00BC66DB"/>
    <w:rsid w:val="00BD74CD"/>
    <w:rsid w:val="00BE5A6E"/>
    <w:rsid w:val="00C06D11"/>
    <w:rsid w:val="00C134AA"/>
    <w:rsid w:val="00C22E73"/>
    <w:rsid w:val="00C23C1B"/>
    <w:rsid w:val="00C32F79"/>
    <w:rsid w:val="00C50FE0"/>
    <w:rsid w:val="00C5269E"/>
    <w:rsid w:val="00C75091"/>
    <w:rsid w:val="00CC55E3"/>
    <w:rsid w:val="00D339BF"/>
    <w:rsid w:val="00DE12FB"/>
    <w:rsid w:val="00DE6E32"/>
    <w:rsid w:val="00E13E60"/>
    <w:rsid w:val="00E350AD"/>
    <w:rsid w:val="00E36E97"/>
    <w:rsid w:val="00E72298"/>
    <w:rsid w:val="00E7530B"/>
    <w:rsid w:val="00E8392C"/>
    <w:rsid w:val="00E92191"/>
    <w:rsid w:val="00E97A83"/>
    <w:rsid w:val="00E97ED1"/>
    <w:rsid w:val="00EB5280"/>
    <w:rsid w:val="00EE3811"/>
    <w:rsid w:val="00EE7AD5"/>
    <w:rsid w:val="00F311CC"/>
    <w:rsid w:val="00F35DF7"/>
    <w:rsid w:val="00F530A5"/>
    <w:rsid w:val="00F54EAE"/>
    <w:rsid w:val="00F764BA"/>
    <w:rsid w:val="00F91881"/>
    <w:rsid w:val="00F92103"/>
    <w:rsid w:val="00F94EB3"/>
    <w:rsid w:val="00F9731C"/>
    <w:rsid w:val="00FD122B"/>
    <w:rsid w:val="00FD2032"/>
    <w:rsid w:val="00FE6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104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655B2A"/>
    <w:pPr>
      <w:ind w:firstLineChars="200" w:firstLine="600"/>
    </w:pPr>
    <w:rPr>
      <w:sz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55B2A"/>
    <w:rPr>
      <w:rFonts w:ascii="Times New Roman" w:eastAsia="宋体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66C49"/>
    <w:pPr>
      <w:ind w:firstLineChars="200" w:firstLine="420"/>
    </w:pPr>
  </w:style>
  <w:style w:type="paragraph" w:styleId="BodyText">
    <w:name w:val="Body Text"/>
    <w:basedOn w:val="Normal"/>
    <w:link w:val="BodyTextChar"/>
    <w:uiPriority w:val="99"/>
    <w:semiHidden/>
    <w:rsid w:val="00727A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7A17"/>
    <w:rPr>
      <w:rFonts w:ascii="Times New Roman" w:eastAsia="宋体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AC7C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C7C44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AC7C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C7C44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B9398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398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08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8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5</Pages>
  <Words>132</Words>
  <Characters>755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陕体办发[2015] 70号</dc:title>
  <dc:subject/>
  <dc:creator>lenovo</dc:creator>
  <cp:keywords/>
  <dc:description/>
  <cp:lastModifiedBy>ldjs</cp:lastModifiedBy>
  <cp:revision>5</cp:revision>
  <cp:lastPrinted>2015-09-06T02:29:00Z</cp:lastPrinted>
  <dcterms:created xsi:type="dcterms:W3CDTF">2015-09-09T07:25:00Z</dcterms:created>
  <dcterms:modified xsi:type="dcterms:W3CDTF">2015-09-09T07:30:00Z</dcterms:modified>
</cp:coreProperties>
</file>